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930AB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930AB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ED340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11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ED3406" w:rsidRPr="00ED340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Ο2.Ε98 Εκτυπωτής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ED3406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αναφερθούν: Κατασκευαστής, Σειρά, Μοντέλο</w:t>
            </w:r>
          </w:p>
        </w:tc>
        <w:tc>
          <w:tcPr>
            <w:tcW w:w="1441" w:type="dxa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D3406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DF25B3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Τεχνολογίας εκτύπωσης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Inkjet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Α4</w:t>
            </w:r>
          </w:p>
        </w:tc>
        <w:tc>
          <w:tcPr>
            <w:tcW w:w="1441" w:type="dxa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είναι έγχρωμος, τεσσάρων χρωμάτων: Μαύρο, Κυανό,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Ματζέντα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, Κίτρινο</w:t>
            </w:r>
          </w:p>
        </w:tc>
        <w:tc>
          <w:tcPr>
            <w:tcW w:w="1441" w:type="dxa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D3406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ξεχωριστές κεφαλές εκτύπωσης για κάθε χρώμα</w:t>
            </w:r>
          </w:p>
        </w:tc>
        <w:tc>
          <w:tcPr>
            <w:tcW w:w="1441" w:type="dxa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ξεχωριστά δοχεία μελάνης για κάθε κεφαλή εκτύπωσης</w:t>
            </w:r>
          </w:p>
        </w:tc>
        <w:tc>
          <w:tcPr>
            <w:tcW w:w="1441" w:type="dxa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&gt;= 180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ακροφύσια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στην κεφαλή μαύρου χρώματος</w:t>
            </w:r>
          </w:p>
        </w:tc>
        <w:tc>
          <w:tcPr>
            <w:tcW w:w="1441" w:type="dxa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D3406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&gt;= 59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ακροφύσια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σε κάθε κεφαλή χρώματος (για το Κυανό,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Ματζέντα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, Κίτρινο)</w:t>
            </w:r>
          </w:p>
        </w:tc>
        <w:tc>
          <w:tcPr>
            <w:tcW w:w="1441" w:type="dxa"/>
          </w:tcPr>
          <w:p w:rsidR="00ED3406" w:rsidRPr="00EF62A6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D3406" w:rsidRPr="00EF62A6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D3406" w:rsidRPr="00EF62A6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ανάλυση εκτύπωσης &gt;= 5760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1440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</w:p>
        </w:tc>
        <w:tc>
          <w:tcPr>
            <w:tcW w:w="1441" w:type="dxa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έχει ταχύτητα εκτύπωσης ασπρόμαυρης σελίδας &gt;= 33 σελίδες/λεπτό σε απλό χαρτί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έχει ταχύτητα εκτύπωσης έγχρωμης σελίδας &gt;= 15 σελίδες/λεπτό σε απλό χαρτί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συρτάρι εισόδου χαρτιών εκτύπωσης χωρητικότητας &gt;= 100 φύλλων Α4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έξοδο χαρτιών εκτύπωσης χωρητικότητας &gt;= 30 φύλλων Α4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υποστηρίζει τροφοδότηση μέσω δικτύου τάσης 220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/50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είναι συμβατό με τα λειτουργικά συστήματα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Windows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XP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Vista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,8,10,11,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Server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MacOS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10.6.8+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διεπαφή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επικοινωνίας με Η/Υ τύπου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υποστηρίζει εκτύπωση μέσω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Direct</w:t>
            </w:r>
            <w:proofErr w:type="spellEnd"/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περιλαμβάνει δοχείο μαύρης μελάνης για εκτύπωση &gt;= 8000 σελίδων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FE320D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περιλαμβάνει δοχείο μελάνης για κάθε χρώμα (Κυανό,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Ματζέντα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, Κίτρινο) για εκτύπωση &gt;= 6500 σελίδων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D3406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D3406" w:rsidRPr="00C60E4A" w:rsidRDefault="00ED3406" w:rsidP="00ED34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406" w:rsidRPr="00DF25B3" w:rsidRDefault="00ED3406" w:rsidP="00ED340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καλής λειτουργίας &gt;= 3 έτη</w:t>
            </w:r>
          </w:p>
        </w:tc>
        <w:tc>
          <w:tcPr>
            <w:tcW w:w="1441" w:type="dxa"/>
          </w:tcPr>
          <w:p w:rsidR="00ED3406" w:rsidRDefault="00ED3406" w:rsidP="00ED3406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D3406" w:rsidRPr="00DF25B3" w:rsidRDefault="00ED3406" w:rsidP="00ED340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633A63"/>
    <w:rsid w:val="00671793"/>
    <w:rsid w:val="00930ABF"/>
    <w:rsid w:val="00A40B4A"/>
    <w:rsid w:val="00C60E4A"/>
    <w:rsid w:val="00EB2777"/>
    <w:rsid w:val="00ED3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96128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2</Pages>
  <Words>236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2025-09-10T07:15:00Z</dcterms:created>
  <dcterms:modified xsi:type="dcterms:W3CDTF">2025-09-10T08:39:00Z</dcterms:modified>
</cp:coreProperties>
</file>